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148476A" w:rsidR="0033636C" w:rsidRPr="003C706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C706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013BD">
            <w:rPr>
              <w:rFonts w:ascii="Times New Roman" w:hAnsi="Times New Roman"/>
              <w:sz w:val="28"/>
              <w:szCs w:val="28"/>
            </w:rPr>
            <w:t>08 сентября 2025 года</w:t>
          </w:r>
        </w:sdtContent>
      </w:sdt>
      <w:r w:rsidRPr="003C706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013BD" w:rsidRPr="00B013BD">
            <w:rPr>
              <w:rFonts w:ascii="Times New Roman" w:hAnsi="Times New Roman"/>
              <w:sz w:val="28"/>
              <w:szCs w:val="28"/>
            </w:rPr>
            <w:t>619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5E1C00A6" w:rsidR="0033636C" w:rsidRPr="000F099F" w:rsidRDefault="00C3680D" w:rsidP="00910F07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C3680D">
        <w:rPr>
          <w:rFonts w:ascii="Times New Roman" w:hAnsi="Times New Roman"/>
          <w:b/>
          <w:bCs/>
          <w:sz w:val="28"/>
          <w:szCs w:val="28"/>
        </w:rPr>
        <w:t>Положени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C3680D">
        <w:rPr>
          <w:rFonts w:ascii="Times New Roman" w:hAnsi="Times New Roman"/>
          <w:b/>
          <w:bCs/>
          <w:sz w:val="28"/>
          <w:szCs w:val="28"/>
        </w:rPr>
        <w:t xml:space="preserve"> о группах общественного контроля </w:t>
      </w:r>
      <w:r w:rsidR="00367177">
        <w:rPr>
          <w:rFonts w:ascii="Times New Roman" w:hAnsi="Times New Roman"/>
          <w:b/>
          <w:bCs/>
          <w:sz w:val="28"/>
          <w:szCs w:val="28"/>
        </w:rPr>
        <w:br/>
        <w:t xml:space="preserve">в </w:t>
      </w:r>
      <w:r w:rsidRPr="00C3680D">
        <w:rPr>
          <w:rFonts w:ascii="Times New Roman" w:hAnsi="Times New Roman"/>
          <w:b/>
          <w:bCs/>
          <w:sz w:val="28"/>
          <w:szCs w:val="28"/>
        </w:rPr>
        <w:t xml:space="preserve">рамках государственной программы «Комплексное развитие сельских территорий» на территории муниципального образования </w:t>
      </w:r>
      <w:r w:rsidRPr="00C3680D">
        <w:rPr>
          <w:rFonts w:ascii="Times New Roman" w:hAnsi="Times New Roman"/>
          <w:b/>
          <w:bCs/>
          <w:sz w:val="28"/>
          <w:szCs w:val="28"/>
        </w:rPr>
        <w:br/>
        <w:t xml:space="preserve">Ногликский муниципальный округ </w:t>
      </w:r>
      <w:r w:rsidRPr="00C3680D">
        <w:rPr>
          <w:rFonts w:ascii="Times New Roman" w:hAnsi="Times New Roman"/>
          <w:b/>
          <w:bCs/>
          <w:sz w:val="28"/>
          <w:szCs w:val="28"/>
        </w:rPr>
        <w:br/>
        <w:t>Сахалинской области</w:t>
      </w:r>
    </w:p>
    <w:p w14:paraId="0DCF5582" w14:textId="00920720" w:rsidR="00E609BC" w:rsidRDefault="000F099F" w:rsidP="00910F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№ 131-ФЗ </w:t>
      </w:r>
      <w:r w:rsidR="00FC61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09.02.2009 № 8-ФЗ «Об обеспечении доступа к информации </w:t>
      </w:r>
      <w:r w:rsidR="00FC61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 деятельности государственных органов и органов самоуправления», </w:t>
      </w:r>
      <w:r w:rsidR="00FC61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21.07.2014 № 212-ФЗ «Об основах общественного контроля в Российской Федерации», </w:t>
      </w:r>
      <w:r w:rsidR="00C3680D" w:rsidRPr="004F7757">
        <w:rPr>
          <w:rFonts w:ascii="Times New Roman" w:hAnsi="Times New Roman"/>
          <w:sz w:val="28"/>
          <w:szCs w:val="28"/>
        </w:rPr>
        <w:t>постановлением Правительства Сахалинс</w:t>
      </w:r>
      <w:r w:rsidR="00C3680D">
        <w:rPr>
          <w:rFonts w:ascii="Times New Roman" w:hAnsi="Times New Roman"/>
          <w:sz w:val="28"/>
          <w:szCs w:val="28"/>
        </w:rPr>
        <w:t xml:space="preserve">кой области </w:t>
      </w:r>
      <w:r w:rsidR="00FC61E2">
        <w:rPr>
          <w:rFonts w:ascii="Times New Roman" w:hAnsi="Times New Roman"/>
          <w:sz w:val="28"/>
          <w:szCs w:val="28"/>
        </w:rPr>
        <w:br/>
      </w:r>
      <w:r w:rsidR="00C3680D">
        <w:rPr>
          <w:rFonts w:ascii="Times New Roman" w:hAnsi="Times New Roman"/>
          <w:sz w:val="28"/>
          <w:szCs w:val="28"/>
        </w:rPr>
        <w:t>от 01.08.2023 № 406 «</w:t>
      </w:r>
      <w:r w:rsidR="00C3680D" w:rsidRPr="00C3680D">
        <w:rPr>
          <w:rFonts w:ascii="Times New Roman" w:hAnsi="Times New Roman"/>
          <w:bCs/>
          <w:sz w:val="28"/>
          <w:szCs w:val="28"/>
        </w:rPr>
        <w:t>Об утверждении государственной программы Сахалинской области «Комплексное развитие сельских территорий Сахалинской области</w:t>
      </w:r>
      <w:r w:rsidR="00C3680D"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в целях повышения эффективности </w:t>
      </w:r>
      <w:r w:rsidR="0009317A">
        <w:rPr>
          <w:rFonts w:ascii="Times New Roman" w:hAnsi="Times New Roman"/>
          <w:sz w:val="28"/>
          <w:szCs w:val="28"/>
        </w:rPr>
        <w:t>реализации проектов комплексного развития сельских территорий, обеспечения качества и эффективности выполненных работ»</w:t>
      </w:r>
      <w:r w:rsidR="00FC61E2">
        <w:rPr>
          <w:rFonts w:ascii="Times New Roman" w:hAnsi="Times New Roman"/>
          <w:sz w:val="28"/>
          <w:szCs w:val="28"/>
        </w:rPr>
        <w:t>,</w:t>
      </w:r>
      <w:r w:rsidR="004F7757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Ногликский муниципальный округ Сахалинской области </w:t>
      </w:r>
      <w:r w:rsidR="004F7757" w:rsidRPr="004F7757">
        <w:rPr>
          <w:rFonts w:ascii="Times New Roman" w:hAnsi="Times New Roman"/>
          <w:b/>
          <w:sz w:val="28"/>
          <w:szCs w:val="28"/>
        </w:rPr>
        <w:t>ПОСТАНОВЛЯЕТ:</w:t>
      </w:r>
    </w:p>
    <w:p w14:paraId="3385BE00" w14:textId="48E90292" w:rsidR="009943F1" w:rsidRDefault="004F7757" w:rsidP="00910F07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7757">
        <w:rPr>
          <w:rFonts w:ascii="Times New Roman" w:hAnsi="Times New Roman"/>
          <w:sz w:val="28"/>
          <w:szCs w:val="28"/>
        </w:rPr>
        <w:t>Утвердить Положение о группах общественного контроля в рамках государственной программы «Комплексное развитие сельских территорий»</w:t>
      </w:r>
      <w:r w:rsidR="00C3680D">
        <w:rPr>
          <w:rFonts w:ascii="Times New Roman" w:hAnsi="Times New Roman"/>
          <w:sz w:val="28"/>
          <w:szCs w:val="28"/>
        </w:rPr>
        <w:t xml:space="preserve"> </w:t>
      </w:r>
      <w:r w:rsidR="00143CA4">
        <w:rPr>
          <w:rFonts w:ascii="Times New Roman" w:hAnsi="Times New Roman"/>
          <w:sz w:val="28"/>
          <w:szCs w:val="28"/>
        </w:rPr>
        <w:br/>
      </w:r>
      <w:r w:rsidR="00BD2BD2">
        <w:rPr>
          <w:rFonts w:ascii="Times New Roman" w:hAnsi="Times New Roman"/>
          <w:sz w:val="28"/>
          <w:szCs w:val="28"/>
        </w:rPr>
        <w:t xml:space="preserve">на территории </w:t>
      </w:r>
      <w:r w:rsidR="00BD2BD2" w:rsidRPr="00BD2BD2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7E6A1C">
        <w:rPr>
          <w:rFonts w:ascii="Times New Roman" w:hAnsi="Times New Roman"/>
          <w:sz w:val="28"/>
          <w:szCs w:val="28"/>
        </w:rPr>
        <w:t xml:space="preserve"> (прилагается)</w:t>
      </w:r>
      <w:r w:rsidR="009943F1">
        <w:rPr>
          <w:rFonts w:ascii="Times New Roman" w:hAnsi="Times New Roman"/>
          <w:sz w:val="28"/>
          <w:szCs w:val="28"/>
        </w:rPr>
        <w:t>.</w:t>
      </w:r>
    </w:p>
    <w:p w14:paraId="47AC8D30" w14:textId="19CAE76B" w:rsidR="009943F1" w:rsidRDefault="009943F1" w:rsidP="00910F07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3F1">
        <w:rPr>
          <w:rFonts w:ascii="Times New Roman" w:hAnsi="Times New Roman"/>
          <w:sz w:val="28"/>
          <w:szCs w:val="28"/>
        </w:rPr>
        <w:t xml:space="preserve">Настоящее постановление опубликовать в газете «Знамя труда» и разместить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943F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  <w:bookmarkStart w:id="0" w:name="_GoBack"/>
      <w:bookmarkEnd w:id="0"/>
    </w:p>
    <w:p w14:paraId="181CBB95" w14:textId="6BAF59F9" w:rsidR="009943F1" w:rsidRPr="00A91FB1" w:rsidRDefault="009943F1" w:rsidP="00A91FB1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3F1">
        <w:rPr>
          <w:rFonts w:ascii="Times New Roman" w:hAnsi="Times New Roman"/>
          <w:sz w:val="28"/>
          <w:szCs w:val="28"/>
        </w:rPr>
        <w:lastRenderedPageBreak/>
        <w:t xml:space="preserve">Контроль за исполнением настоящего постановления возложить </w:t>
      </w:r>
      <w:r w:rsidR="00A91FB1">
        <w:rPr>
          <w:rFonts w:ascii="Times New Roman" w:hAnsi="Times New Roman"/>
          <w:sz w:val="28"/>
          <w:szCs w:val="28"/>
        </w:rPr>
        <w:br/>
      </w:r>
      <w:r w:rsidRPr="00A91FB1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 w:rsidRPr="00A91FB1">
        <w:rPr>
          <w:rFonts w:ascii="Times New Roman" w:hAnsi="Times New Roman"/>
          <w:sz w:val="28"/>
          <w:szCs w:val="28"/>
        </w:rPr>
        <w:t>Блидченко</w:t>
      </w:r>
      <w:proofErr w:type="spellEnd"/>
      <w:r w:rsidRPr="00A91FB1">
        <w:rPr>
          <w:rFonts w:ascii="Times New Roman" w:hAnsi="Times New Roman"/>
          <w:sz w:val="28"/>
          <w:szCs w:val="28"/>
        </w:rPr>
        <w:t xml:space="preserve"> Л.А.</w:t>
      </w:r>
    </w:p>
    <w:p w14:paraId="102967DF" w14:textId="77777777" w:rsidR="009943F1" w:rsidRDefault="009943F1" w:rsidP="00910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379D9A" w14:textId="77777777" w:rsidR="009943F1" w:rsidRDefault="009943F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661EF8B1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4D759A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 </w:t>
      </w:r>
    </w:p>
    <w:p w14:paraId="0DCF558F" w14:textId="30FD53D7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9943F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С.В. Гурьянов</w:t>
      </w: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10F0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460272"/>
      <w:docPartObj>
        <w:docPartGallery w:val="Page Numbers (Top of Page)"/>
        <w:docPartUnique/>
      </w:docPartObj>
    </w:sdtPr>
    <w:sdtEndPr/>
    <w:sdtContent>
      <w:p w14:paraId="15EF6C56" w14:textId="0A196253" w:rsidR="00910F07" w:rsidRDefault="00910F07" w:rsidP="00910F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17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4D27"/>
    <w:multiLevelType w:val="hybridMultilevel"/>
    <w:tmpl w:val="790E9B76"/>
    <w:lvl w:ilvl="0" w:tplc="6CF69B3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17A"/>
    <w:rsid w:val="00093B08"/>
    <w:rsid w:val="000F099F"/>
    <w:rsid w:val="00143CA4"/>
    <w:rsid w:val="00185FEC"/>
    <w:rsid w:val="001B6F13"/>
    <w:rsid w:val="001E1F9F"/>
    <w:rsid w:val="002003DC"/>
    <w:rsid w:val="002B5CAC"/>
    <w:rsid w:val="0033636C"/>
    <w:rsid w:val="00367177"/>
    <w:rsid w:val="003C7064"/>
    <w:rsid w:val="003E4257"/>
    <w:rsid w:val="004F7757"/>
    <w:rsid w:val="00520CBF"/>
    <w:rsid w:val="00660E06"/>
    <w:rsid w:val="007E6A1C"/>
    <w:rsid w:val="008629FA"/>
    <w:rsid w:val="00910F07"/>
    <w:rsid w:val="00987DB5"/>
    <w:rsid w:val="009943F1"/>
    <w:rsid w:val="00A30AF1"/>
    <w:rsid w:val="00A91FB1"/>
    <w:rsid w:val="00AC72C8"/>
    <w:rsid w:val="00B013BD"/>
    <w:rsid w:val="00B10ED9"/>
    <w:rsid w:val="00B25688"/>
    <w:rsid w:val="00BD2BD2"/>
    <w:rsid w:val="00C02849"/>
    <w:rsid w:val="00C3680D"/>
    <w:rsid w:val="00D12794"/>
    <w:rsid w:val="00D67BD8"/>
    <w:rsid w:val="00DF7897"/>
    <w:rsid w:val="00E37B8A"/>
    <w:rsid w:val="00E609BC"/>
    <w:rsid w:val="00EA01ED"/>
    <w:rsid w:val="00FC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F775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0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13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2025-09-10T01:09:00Z</cp:lastPrinted>
  <dcterms:created xsi:type="dcterms:W3CDTF">2020-04-07T04:52:00Z</dcterms:created>
  <dcterms:modified xsi:type="dcterms:W3CDTF">2025-09-10T01:11:00Z</dcterms:modified>
</cp:coreProperties>
</file>